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16" w:rsidRPr="00660B6B" w:rsidRDefault="004B3016" w:rsidP="00660B6B">
      <w:pPr>
        <w:spacing w:line="360" w:lineRule="auto"/>
        <w:jc w:val="center"/>
        <w:rPr>
          <w:b/>
          <w:sz w:val="28"/>
          <w:szCs w:val="28"/>
        </w:rPr>
      </w:pPr>
      <w:r w:rsidRPr="00660B6B">
        <w:rPr>
          <w:b/>
          <w:sz w:val="28"/>
          <w:szCs w:val="28"/>
        </w:rPr>
        <w:t>Список информационных ресурсов</w:t>
      </w:r>
      <w:bookmarkStart w:id="0" w:name="_GoBack"/>
      <w:bookmarkEnd w:id="0"/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735"/>
        <w:gridCol w:w="1673"/>
        <w:gridCol w:w="1090"/>
        <w:gridCol w:w="770"/>
        <w:gridCol w:w="660"/>
        <w:gridCol w:w="900"/>
        <w:gridCol w:w="1080"/>
        <w:gridCol w:w="1136"/>
      </w:tblGrid>
      <w:tr w:rsidR="004B3016" w:rsidRPr="00E9031F" w:rsidTr="004531D5">
        <w:trPr>
          <w:trHeight w:val="1018"/>
          <w:jc w:val="center"/>
        </w:trPr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№ пун</w:t>
            </w:r>
            <w:r w:rsidRPr="00E9031F">
              <w:t>к</w:t>
            </w:r>
            <w:r w:rsidRPr="00E9031F">
              <w:t>та</w:t>
            </w:r>
          </w:p>
        </w:tc>
        <w:tc>
          <w:tcPr>
            <w:tcW w:w="1735" w:type="dxa"/>
          </w:tcPr>
          <w:p w:rsidR="004B3016" w:rsidRPr="00E9031F" w:rsidRDefault="004B3016" w:rsidP="004531D5">
            <w:pPr>
              <w:jc w:val="center"/>
            </w:pPr>
            <w:r w:rsidRPr="00E9031F">
              <w:t>Автор</w:t>
            </w:r>
          </w:p>
        </w:tc>
        <w:tc>
          <w:tcPr>
            <w:tcW w:w="1673" w:type="dxa"/>
          </w:tcPr>
          <w:p w:rsidR="004B3016" w:rsidRPr="00E9031F" w:rsidRDefault="004B3016" w:rsidP="004531D5">
            <w:pPr>
              <w:jc w:val="center"/>
            </w:pPr>
            <w:r w:rsidRPr="00E9031F">
              <w:t>Название</w:t>
            </w:r>
          </w:p>
        </w:tc>
        <w:tc>
          <w:tcPr>
            <w:tcW w:w="1090" w:type="dxa"/>
          </w:tcPr>
          <w:p w:rsidR="004B3016" w:rsidRPr="00E9031F" w:rsidRDefault="004B3016" w:rsidP="004531D5">
            <w:pPr>
              <w:jc w:val="center"/>
            </w:pPr>
            <w:r w:rsidRPr="00E9031F">
              <w:t>Изд</w:t>
            </w:r>
            <w:r w:rsidRPr="00E9031F">
              <w:t>а</w:t>
            </w:r>
            <w:r w:rsidRPr="00E9031F">
              <w:t>тельс</w:t>
            </w:r>
            <w:r w:rsidRPr="00E9031F">
              <w:t>т</w:t>
            </w:r>
            <w:r w:rsidRPr="00E9031F">
              <w:t>во</w:t>
            </w:r>
          </w:p>
        </w:tc>
        <w:tc>
          <w:tcPr>
            <w:tcW w:w="770" w:type="dxa"/>
          </w:tcPr>
          <w:p w:rsidR="004B3016" w:rsidRPr="00E9031F" w:rsidRDefault="004B3016" w:rsidP="004531D5">
            <w:pPr>
              <w:jc w:val="center"/>
            </w:pPr>
            <w:r w:rsidRPr="00E9031F">
              <w:t>Год</w:t>
            </w:r>
          </w:p>
          <w:p w:rsidR="004B3016" w:rsidRPr="00E9031F" w:rsidRDefault="004B3016" w:rsidP="004531D5">
            <w:pPr>
              <w:jc w:val="center"/>
            </w:pPr>
            <w:r w:rsidRPr="00E9031F">
              <w:t>и</w:t>
            </w:r>
            <w:r w:rsidRPr="00E9031F">
              <w:t>з</w:t>
            </w:r>
            <w:r w:rsidRPr="00E9031F">
              <w:t>д</w:t>
            </w:r>
            <w:r w:rsidRPr="00E9031F">
              <w:t>а</w:t>
            </w:r>
            <w:r w:rsidRPr="00E9031F">
              <w:t>ния</w:t>
            </w:r>
          </w:p>
        </w:tc>
        <w:tc>
          <w:tcPr>
            <w:tcW w:w="660" w:type="dxa"/>
          </w:tcPr>
          <w:p w:rsidR="004B3016" w:rsidRPr="00E9031F" w:rsidRDefault="004B3016" w:rsidP="004531D5">
            <w:pPr>
              <w:jc w:val="center"/>
            </w:pPr>
            <w:r w:rsidRPr="00E9031F">
              <w:t>Вид</w:t>
            </w:r>
          </w:p>
          <w:p w:rsidR="004B3016" w:rsidRPr="00E9031F" w:rsidRDefault="004B3016" w:rsidP="004531D5">
            <w:pPr>
              <w:jc w:val="center"/>
            </w:pPr>
            <w:r w:rsidRPr="00E9031F">
              <w:t>и</w:t>
            </w:r>
            <w:r w:rsidRPr="00E9031F">
              <w:t>з</w:t>
            </w:r>
            <w:r w:rsidRPr="00E9031F">
              <w:t>д</w:t>
            </w:r>
            <w:r w:rsidRPr="00E9031F">
              <w:t>а</w:t>
            </w:r>
            <w:r w:rsidRPr="00E9031F">
              <w:t>ния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Кол-во в би</w:t>
            </w:r>
            <w:r w:rsidRPr="00E9031F">
              <w:t>б</w:t>
            </w:r>
            <w:r w:rsidRPr="00E9031F">
              <w:t>ли</w:t>
            </w:r>
            <w:r w:rsidRPr="00E9031F">
              <w:t>о</w:t>
            </w:r>
            <w:r w:rsidRPr="00E9031F">
              <w:t>теке</w:t>
            </w:r>
          </w:p>
        </w:tc>
        <w:tc>
          <w:tcPr>
            <w:tcW w:w="1080" w:type="dxa"/>
          </w:tcPr>
          <w:p w:rsidR="004B3016" w:rsidRPr="00E9031F" w:rsidRDefault="004B3016" w:rsidP="004531D5">
            <w:pPr>
              <w:jc w:val="center"/>
            </w:pPr>
            <w:r w:rsidRPr="00E9031F">
              <w:t>Адрес эле</w:t>
            </w:r>
            <w:r w:rsidRPr="00E9031F">
              <w:t>к</w:t>
            </w:r>
            <w:r w:rsidRPr="00E9031F">
              <w:t>тронн</w:t>
            </w:r>
            <w:r w:rsidRPr="00E9031F">
              <w:t>о</w:t>
            </w:r>
            <w:r w:rsidRPr="00E9031F">
              <w:t>го р</w:t>
            </w:r>
            <w:r w:rsidRPr="00E9031F">
              <w:t>е</w:t>
            </w:r>
            <w:r w:rsidRPr="00E9031F">
              <w:t>сурса</w:t>
            </w:r>
          </w:p>
        </w:tc>
        <w:tc>
          <w:tcPr>
            <w:tcW w:w="1136" w:type="dxa"/>
          </w:tcPr>
          <w:p w:rsidR="004B3016" w:rsidRPr="00E9031F" w:rsidRDefault="004B3016" w:rsidP="004531D5">
            <w:pPr>
              <w:jc w:val="center"/>
            </w:pPr>
            <w:r w:rsidRPr="00E9031F">
              <w:t>Вид доступа</w:t>
            </w:r>
          </w:p>
        </w:tc>
      </w:tr>
      <w:tr w:rsidR="004B3016" w:rsidRPr="00E9031F" w:rsidTr="004531D5">
        <w:trPr>
          <w:trHeight w:val="178"/>
          <w:jc w:val="center"/>
        </w:trPr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1</w:t>
            </w:r>
          </w:p>
        </w:tc>
        <w:tc>
          <w:tcPr>
            <w:tcW w:w="1735" w:type="dxa"/>
          </w:tcPr>
          <w:p w:rsidR="004B3016" w:rsidRPr="00E9031F" w:rsidRDefault="004B3016" w:rsidP="004531D5">
            <w:pPr>
              <w:jc w:val="center"/>
            </w:pPr>
            <w:r w:rsidRPr="00E9031F">
              <w:t>2</w:t>
            </w:r>
          </w:p>
        </w:tc>
        <w:tc>
          <w:tcPr>
            <w:tcW w:w="1673" w:type="dxa"/>
          </w:tcPr>
          <w:p w:rsidR="004B3016" w:rsidRPr="00E9031F" w:rsidRDefault="004B3016" w:rsidP="004531D5">
            <w:pPr>
              <w:jc w:val="center"/>
            </w:pPr>
            <w:r w:rsidRPr="00E9031F">
              <w:t>3</w:t>
            </w:r>
          </w:p>
        </w:tc>
        <w:tc>
          <w:tcPr>
            <w:tcW w:w="1090" w:type="dxa"/>
          </w:tcPr>
          <w:p w:rsidR="004B3016" w:rsidRPr="00E9031F" w:rsidRDefault="004B3016" w:rsidP="004531D5">
            <w:pPr>
              <w:jc w:val="center"/>
            </w:pPr>
            <w:r w:rsidRPr="00E9031F">
              <w:t>4</w:t>
            </w:r>
          </w:p>
        </w:tc>
        <w:tc>
          <w:tcPr>
            <w:tcW w:w="770" w:type="dxa"/>
          </w:tcPr>
          <w:p w:rsidR="004B3016" w:rsidRPr="00E9031F" w:rsidRDefault="004B3016" w:rsidP="004531D5">
            <w:pPr>
              <w:jc w:val="center"/>
            </w:pPr>
            <w:r w:rsidRPr="00E9031F">
              <w:t>5</w:t>
            </w:r>
          </w:p>
        </w:tc>
        <w:tc>
          <w:tcPr>
            <w:tcW w:w="660" w:type="dxa"/>
          </w:tcPr>
          <w:p w:rsidR="004B3016" w:rsidRPr="00E9031F" w:rsidRDefault="004B3016" w:rsidP="004531D5">
            <w:pPr>
              <w:jc w:val="center"/>
            </w:pPr>
            <w:r w:rsidRPr="00E9031F">
              <w:t>6</w:t>
            </w:r>
          </w:p>
        </w:tc>
        <w:tc>
          <w:tcPr>
            <w:tcW w:w="900" w:type="dxa"/>
            <w:vAlign w:val="center"/>
          </w:tcPr>
          <w:p w:rsidR="004B3016" w:rsidRPr="00E9031F" w:rsidRDefault="004B3016" w:rsidP="004531D5">
            <w:pPr>
              <w:jc w:val="center"/>
            </w:pPr>
            <w:r w:rsidRPr="00E9031F">
              <w:t>7</w:t>
            </w:r>
          </w:p>
        </w:tc>
        <w:tc>
          <w:tcPr>
            <w:tcW w:w="1080" w:type="dxa"/>
          </w:tcPr>
          <w:p w:rsidR="004B3016" w:rsidRPr="00E9031F" w:rsidRDefault="004B3016" w:rsidP="004531D5">
            <w:pPr>
              <w:jc w:val="center"/>
            </w:pPr>
            <w:r w:rsidRPr="00E9031F">
              <w:t>8</w:t>
            </w:r>
          </w:p>
        </w:tc>
        <w:tc>
          <w:tcPr>
            <w:tcW w:w="1136" w:type="dxa"/>
          </w:tcPr>
          <w:p w:rsidR="004B3016" w:rsidRPr="00E9031F" w:rsidRDefault="004B3016" w:rsidP="004531D5">
            <w:pPr>
              <w:jc w:val="center"/>
            </w:pPr>
            <w:r w:rsidRPr="00E9031F">
              <w:t>9</w:t>
            </w:r>
          </w:p>
        </w:tc>
      </w:tr>
      <w:tr w:rsidR="004B3016" w:rsidRPr="00E9031F" w:rsidTr="004531D5">
        <w:trPr>
          <w:trHeight w:val="290"/>
          <w:jc w:val="center"/>
        </w:trPr>
        <w:tc>
          <w:tcPr>
            <w:tcW w:w="9944" w:type="dxa"/>
            <w:gridSpan w:val="9"/>
            <w:vAlign w:val="center"/>
          </w:tcPr>
          <w:p w:rsidR="004B3016" w:rsidRPr="00E9031F" w:rsidRDefault="004B3016" w:rsidP="004531D5">
            <w:pPr>
              <w:jc w:val="center"/>
            </w:pPr>
            <w:r w:rsidRPr="00E9031F">
              <w:t>6.1. Основная литература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6.1.1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Вдовин В.М.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си</w:t>
            </w:r>
            <w:r w:rsidRPr="00E9031F">
              <w:t>с</w:t>
            </w:r>
            <w:r w:rsidRPr="00E9031F">
              <w:t>тем и систе</w:t>
            </w:r>
            <w:r w:rsidRPr="00E9031F">
              <w:t>м</w:t>
            </w:r>
            <w:r w:rsidRPr="00E9031F">
              <w:t>ный анализ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М.: И</w:t>
            </w:r>
            <w:r w:rsidRPr="00E9031F">
              <w:t>з</w:t>
            </w:r>
            <w:r w:rsidRPr="00E9031F">
              <w:t>дател</w:t>
            </w:r>
            <w:r w:rsidRPr="00E9031F">
              <w:t>ь</w:t>
            </w:r>
            <w:r w:rsidRPr="00E9031F">
              <w:t>ско-торг</w:t>
            </w:r>
            <w:r w:rsidRPr="00E9031F">
              <w:t>о</w:t>
            </w:r>
            <w:r w:rsidRPr="00E9031F">
              <w:t>вая корп</w:t>
            </w:r>
            <w:r w:rsidRPr="00E9031F">
              <w:t>о</w:t>
            </w:r>
            <w:r w:rsidRPr="00E9031F">
              <w:t>рация «Да</w:t>
            </w:r>
            <w:r w:rsidRPr="00E9031F">
              <w:t>ш</w:t>
            </w:r>
            <w:r w:rsidRPr="00E9031F">
              <w:t>ков и К°»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2016</w:t>
            </w:r>
          </w:p>
        </w:tc>
        <w:tc>
          <w:tcPr>
            <w:tcW w:w="660" w:type="dxa"/>
          </w:tcPr>
          <w:p w:rsidR="004B3016" w:rsidRPr="00E9031F" w:rsidRDefault="004B3016" w:rsidP="004531D5">
            <w:r w:rsidRPr="00E9031F">
              <w:t>Учебник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http://biblioclub.ru/index.php?page=book&amp;id=453515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6.1.2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Клименко И.С.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си</w:t>
            </w:r>
            <w:r w:rsidRPr="00E9031F">
              <w:t>с</w:t>
            </w:r>
            <w:r w:rsidRPr="00E9031F">
              <w:t>тем и систе</w:t>
            </w:r>
            <w:r w:rsidRPr="00E9031F">
              <w:t>м</w:t>
            </w:r>
            <w:r w:rsidRPr="00E9031F">
              <w:t>ный анализ</w:t>
            </w:r>
          </w:p>
        </w:tc>
        <w:tc>
          <w:tcPr>
            <w:tcW w:w="1090" w:type="dxa"/>
          </w:tcPr>
          <w:p w:rsidR="004B3016" w:rsidRPr="00E9031F" w:rsidRDefault="004B3016" w:rsidP="004531D5"/>
        </w:tc>
        <w:tc>
          <w:tcPr>
            <w:tcW w:w="770" w:type="dxa"/>
          </w:tcPr>
          <w:p w:rsidR="004B3016" w:rsidRPr="00E9031F" w:rsidRDefault="004B3016" w:rsidP="004531D5">
            <w:r w:rsidRPr="00E9031F">
              <w:t>2014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http://www.iprbookshop.ru/21322.html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6.1.3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Качала В.В.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си</w:t>
            </w:r>
            <w:r w:rsidRPr="00E9031F">
              <w:t>с</w:t>
            </w:r>
            <w:r w:rsidRPr="00E9031F">
              <w:t>тем и систе</w:t>
            </w:r>
            <w:r w:rsidRPr="00E9031F">
              <w:t>м</w:t>
            </w:r>
            <w:r w:rsidRPr="00E9031F">
              <w:t>ный анализ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М. : ACADEMIA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2013</w:t>
            </w:r>
          </w:p>
        </w:tc>
        <w:tc>
          <w:tcPr>
            <w:tcW w:w="660" w:type="dxa"/>
          </w:tcPr>
          <w:p w:rsidR="004B3016" w:rsidRPr="00E9031F" w:rsidRDefault="004B3016" w:rsidP="004531D5">
            <w:r w:rsidRPr="00E9031F">
              <w:t>Учебник для в</w:t>
            </w:r>
            <w:r w:rsidRPr="00E9031F">
              <w:t>у</w:t>
            </w:r>
            <w:r w:rsidRPr="00E9031F">
              <w:t>зов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5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6.1.4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Волкова В.Н.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си</w:t>
            </w:r>
            <w:r w:rsidRPr="00E9031F">
              <w:t>с</w:t>
            </w:r>
            <w:r w:rsidRPr="00E9031F">
              <w:t>тем и систе</w:t>
            </w:r>
            <w:r w:rsidRPr="00E9031F">
              <w:t>м</w:t>
            </w:r>
            <w:r w:rsidRPr="00E9031F">
              <w:t>ный анализ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М. : Юрайт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2012</w:t>
            </w:r>
          </w:p>
        </w:tc>
        <w:tc>
          <w:tcPr>
            <w:tcW w:w="660" w:type="dxa"/>
          </w:tcPr>
          <w:p w:rsidR="004B3016" w:rsidRPr="00E9031F" w:rsidRDefault="004B3016" w:rsidP="004531D5">
            <w:r w:rsidRPr="00E9031F">
              <w:t>Учебник для б</w:t>
            </w:r>
            <w:r w:rsidRPr="00E9031F">
              <w:t>а</w:t>
            </w:r>
            <w:r w:rsidRPr="00E9031F">
              <w:t>к</w:t>
            </w:r>
            <w:r w:rsidRPr="00E9031F">
              <w:t>а</w:t>
            </w:r>
            <w:r w:rsidRPr="00E9031F">
              <w:t>лавров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5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6.1.5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Волкова В.Н.</w:t>
            </w:r>
          </w:p>
          <w:p w:rsidR="004B3016" w:rsidRPr="00E9031F" w:rsidRDefault="004B3016" w:rsidP="004531D5"/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и</w:t>
            </w:r>
            <w:r w:rsidRPr="00E9031F">
              <w:t>н</w:t>
            </w:r>
            <w:r w:rsidRPr="00E9031F">
              <w:t>формацио</w:t>
            </w:r>
            <w:r w:rsidRPr="00E9031F">
              <w:t>н</w:t>
            </w:r>
            <w:r w:rsidRPr="00E9031F">
              <w:t>ных систем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СПб. : Изд</w:t>
            </w:r>
            <w:r w:rsidRPr="00E9031F">
              <w:t>а</w:t>
            </w:r>
            <w:r w:rsidRPr="00E9031F">
              <w:t>тельс</w:t>
            </w:r>
            <w:r w:rsidRPr="00E9031F">
              <w:t>т</w:t>
            </w:r>
            <w:r w:rsidRPr="00E9031F">
              <w:t>во П</w:t>
            </w:r>
            <w:r w:rsidRPr="00E9031F">
              <w:t>о</w:t>
            </w:r>
            <w:r w:rsidRPr="00E9031F">
              <w:t>лите</w:t>
            </w:r>
            <w:r w:rsidRPr="00E9031F">
              <w:t>х</w:t>
            </w:r>
            <w:r w:rsidRPr="00E9031F">
              <w:t>нич</w:t>
            </w:r>
            <w:r w:rsidRPr="00E9031F">
              <w:t>е</w:t>
            </w:r>
            <w:r w:rsidRPr="00E9031F">
              <w:t>ского униве</w:t>
            </w:r>
            <w:r w:rsidRPr="00E9031F">
              <w:t>р</w:t>
            </w:r>
            <w:r w:rsidRPr="00E9031F">
              <w:t>ситета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2014</w:t>
            </w:r>
          </w:p>
        </w:tc>
        <w:tc>
          <w:tcPr>
            <w:tcW w:w="660" w:type="dxa"/>
          </w:tcPr>
          <w:p w:rsidR="004B3016" w:rsidRPr="00E9031F" w:rsidRDefault="004B3016" w:rsidP="004531D5">
            <w:r w:rsidRPr="00E9031F">
              <w:t> Уче</w:t>
            </w:r>
            <w:r w:rsidRPr="00E9031F">
              <w:t>б</w:t>
            </w:r>
            <w:r w:rsidRPr="00E9031F">
              <w:t>ник для высшей школы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http://biblioclub.ru/index.php?page=book&amp;id=363072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6.1.6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Казиев В.М.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Введение в анализ, си</w:t>
            </w:r>
            <w:r w:rsidRPr="00E9031F">
              <w:t>н</w:t>
            </w:r>
            <w:r w:rsidRPr="00E9031F">
              <w:t xml:space="preserve">тез и </w:t>
            </w:r>
            <w:r w:rsidRPr="00E9031F">
              <w:rPr>
                <w:bCs/>
              </w:rPr>
              <w:t>модел</w:t>
            </w:r>
            <w:r w:rsidRPr="00E9031F">
              <w:rPr>
                <w:bCs/>
              </w:rPr>
              <w:t>и</w:t>
            </w:r>
            <w:r w:rsidRPr="00E9031F">
              <w:rPr>
                <w:bCs/>
              </w:rPr>
              <w:t>рование си</w:t>
            </w:r>
            <w:r w:rsidRPr="00E9031F">
              <w:rPr>
                <w:bCs/>
              </w:rPr>
              <w:t>с</w:t>
            </w:r>
            <w:r w:rsidRPr="00E9031F">
              <w:rPr>
                <w:bCs/>
              </w:rPr>
              <w:t>тем</w:t>
            </w:r>
          </w:p>
        </w:tc>
        <w:tc>
          <w:tcPr>
            <w:tcW w:w="1090" w:type="dxa"/>
          </w:tcPr>
          <w:p w:rsidR="004B3016" w:rsidRPr="00E9031F" w:rsidRDefault="004B3016" w:rsidP="004531D5"/>
        </w:tc>
        <w:tc>
          <w:tcPr>
            <w:tcW w:w="770" w:type="dxa"/>
          </w:tcPr>
          <w:p w:rsidR="004B3016" w:rsidRPr="00E9031F" w:rsidRDefault="004B3016" w:rsidP="004531D5">
            <w:r w:rsidRPr="00E9031F">
              <w:t>2016</w:t>
            </w:r>
          </w:p>
        </w:tc>
        <w:tc>
          <w:tcPr>
            <w:tcW w:w="660" w:type="dxa"/>
          </w:tcPr>
          <w:p w:rsidR="004B3016" w:rsidRPr="00E9031F" w:rsidRDefault="004B3016" w:rsidP="004531D5">
            <w:pPr>
              <w:rPr>
                <w:highlight w:val="yellow"/>
              </w:rPr>
            </w:pPr>
            <w:r w:rsidRPr="00E9031F">
              <w:t>Учеб. п</w:t>
            </w:r>
            <w:r w:rsidRPr="00E9031F">
              <w:t>о</w:t>
            </w:r>
            <w:r w:rsidRPr="00E9031F">
              <w:t>с</w:t>
            </w:r>
            <w:r w:rsidRPr="00E9031F">
              <w:t>о</w:t>
            </w:r>
            <w:r w:rsidRPr="00E9031F">
              <w:t>бие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http://www.iprbookshop.ru/52188.html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6.1.7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Черняева С.Н.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Имитацио</w:t>
            </w:r>
            <w:r w:rsidRPr="00E9031F">
              <w:t>н</w:t>
            </w:r>
            <w:r w:rsidRPr="00E9031F">
              <w:t xml:space="preserve">ное </w:t>
            </w:r>
            <w:r w:rsidRPr="00E9031F">
              <w:rPr>
                <w:bCs/>
              </w:rPr>
              <w:t>модел</w:t>
            </w:r>
            <w:r w:rsidRPr="00E9031F">
              <w:rPr>
                <w:bCs/>
              </w:rPr>
              <w:t>и</w:t>
            </w:r>
            <w:r w:rsidRPr="00E9031F">
              <w:rPr>
                <w:bCs/>
              </w:rPr>
              <w:t>рование си</w:t>
            </w:r>
            <w:r w:rsidRPr="00E9031F">
              <w:rPr>
                <w:bCs/>
              </w:rPr>
              <w:t>с</w:t>
            </w:r>
            <w:r w:rsidRPr="00E9031F">
              <w:rPr>
                <w:bCs/>
              </w:rPr>
              <w:t>тем</w:t>
            </w:r>
          </w:p>
        </w:tc>
        <w:tc>
          <w:tcPr>
            <w:tcW w:w="1090" w:type="dxa"/>
          </w:tcPr>
          <w:p w:rsidR="004B3016" w:rsidRPr="00E9031F" w:rsidRDefault="004B3016" w:rsidP="004531D5"/>
        </w:tc>
        <w:tc>
          <w:tcPr>
            <w:tcW w:w="770" w:type="dxa"/>
          </w:tcPr>
          <w:p w:rsidR="004B3016" w:rsidRPr="00E9031F" w:rsidRDefault="004B3016" w:rsidP="004531D5"/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http://www.iprbookshop.ru/50630.html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944" w:type="dxa"/>
            <w:gridSpan w:val="9"/>
            <w:vAlign w:val="center"/>
          </w:tcPr>
          <w:p w:rsidR="004B3016" w:rsidRPr="00E9031F" w:rsidRDefault="004B3016" w:rsidP="004531D5">
            <w:pPr>
              <w:jc w:val="center"/>
            </w:pPr>
            <w:r w:rsidRPr="00E9031F">
              <w:t>6.2. Дополнительная литература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6.2.1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Силич В.А.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си</w:t>
            </w:r>
            <w:r w:rsidRPr="00E9031F">
              <w:t>с</w:t>
            </w:r>
            <w:r w:rsidRPr="00E9031F">
              <w:t>тем и систе</w:t>
            </w:r>
            <w:r w:rsidRPr="00E9031F">
              <w:t>м</w:t>
            </w:r>
            <w:r w:rsidRPr="00E9031F">
              <w:t>ный анализ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Томск: То</w:t>
            </w:r>
            <w:r w:rsidRPr="00E9031F">
              <w:t>м</w:t>
            </w:r>
            <w:r w:rsidRPr="00E9031F">
              <w:t>ский пол</w:t>
            </w:r>
            <w:r w:rsidRPr="00E9031F">
              <w:t>и</w:t>
            </w:r>
            <w:r w:rsidRPr="00E9031F">
              <w:t>техн</w:t>
            </w:r>
            <w:r w:rsidRPr="00E9031F">
              <w:t>и</w:t>
            </w:r>
            <w:r w:rsidRPr="00E9031F">
              <w:t>ческий униве</w:t>
            </w:r>
            <w:r w:rsidRPr="00E9031F">
              <w:t>р</w:t>
            </w:r>
            <w:r w:rsidRPr="00E9031F">
              <w:t>ситет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2011</w:t>
            </w:r>
          </w:p>
        </w:tc>
        <w:tc>
          <w:tcPr>
            <w:tcW w:w="660" w:type="dxa"/>
          </w:tcPr>
          <w:p w:rsidR="004B3016" w:rsidRPr="00E9031F" w:rsidRDefault="004B3016" w:rsidP="004531D5">
            <w:r w:rsidRPr="00E9031F">
              <w:t> Уче</w:t>
            </w:r>
            <w:r w:rsidRPr="00E9031F">
              <w:t>б</w:t>
            </w:r>
            <w:r w:rsidRPr="00E9031F">
              <w:t>ник для высшей школы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http://www.iprbookshop.ru/13987.html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6.2.2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Блинков Ю.В.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Основы те</w:t>
            </w:r>
            <w:r w:rsidRPr="00E9031F">
              <w:t>о</w:t>
            </w:r>
            <w:r w:rsidRPr="00E9031F">
              <w:t>рии инфо</w:t>
            </w:r>
            <w:r w:rsidRPr="00E9031F">
              <w:t>р</w:t>
            </w:r>
            <w:r w:rsidRPr="00E9031F">
              <w:t>мационных процессов и систем</w:t>
            </w:r>
          </w:p>
        </w:tc>
        <w:tc>
          <w:tcPr>
            <w:tcW w:w="1090" w:type="dxa"/>
          </w:tcPr>
          <w:p w:rsidR="004B3016" w:rsidRPr="00E9031F" w:rsidRDefault="004B3016" w:rsidP="004531D5"/>
        </w:tc>
        <w:tc>
          <w:tcPr>
            <w:tcW w:w="770" w:type="dxa"/>
          </w:tcPr>
          <w:p w:rsidR="004B3016" w:rsidRPr="00E9031F" w:rsidRDefault="004B3016" w:rsidP="004531D5">
            <w:r w:rsidRPr="00E9031F">
              <w:t>2011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</w:p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http://www.iprbookshop.ru/23103.html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6.2.3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Федотова Е.Л.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Информац</w:t>
            </w:r>
            <w:r w:rsidRPr="00E9031F">
              <w:t>и</w:t>
            </w:r>
            <w:r w:rsidRPr="00E9031F">
              <w:t>онные техн</w:t>
            </w:r>
            <w:r w:rsidRPr="00E9031F">
              <w:t>о</w:t>
            </w:r>
            <w:r w:rsidRPr="00E9031F">
              <w:t>логии и си</w:t>
            </w:r>
            <w:r w:rsidRPr="00E9031F">
              <w:t>с</w:t>
            </w:r>
            <w:r w:rsidRPr="00E9031F">
              <w:t>темы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М.: Ф</w:t>
            </w:r>
            <w:r w:rsidRPr="00E9031F">
              <w:t>о</w:t>
            </w:r>
            <w:r w:rsidRPr="00E9031F">
              <w:t>рум: И</w:t>
            </w:r>
            <w:r w:rsidRPr="00E9031F">
              <w:t>Н</w:t>
            </w:r>
            <w:r w:rsidRPr="00E9031F">
              <w:t>ФРА-М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2013</w:t>
            </w:r>
          </w:p>
        </w:tc>
        <w:tc>
          <w:tcPr>
            <w:tcW w:w="660" w:type="dxa"/>
          </w:tcPr>
          <w:p w:rsidR="004B3016" w:rsidRPr="00E9031F" w:rsidRDefault="004B3016" w:rsidP="004531D5">
            <w:pPr>
              <w:rPr>
                <w:highlight w:val="yellow"/>
              </w:rPr>
            </w:pPr>
            <w:r w:rsidRPr="00E9031F">
              <w:t>Учеб. п</w:t>
            </w:r>
            <w:r w:rsidRPr="00E9031F">
              <w:t>о</w:t>
            </w:r>
            <w:r w:rsidRPr="00E9031F">
              <w:t>с</w:t>
            </w:r>
            <w:r w:rsidRPr="00E9031F">
              <w:t>о</w:t>
            </w:r>
            <w:r w:rsidRPr="00E9031F">
              <w:t>бие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25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982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6.2.4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Бахвалов Л. А.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Моделиров</w:t>
            </w:r>
            <w:r w:rsidRPr="00E9031F">
              <w:t>а</w:t>
            </w:r>
            <w:r w:rsidRPr="00E9031F">
              <w:t>ние систем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М.: М</w:t>
            </w:r>
            <w:r w:rsidRPr="00E9031F">
              <w:t>о</w:t>
            </w:r>
            <w:r w:rsidRPr="00E9031F">
              <w:t>ско</w:t>
            </w:r>
            <w:r w:rsidRPr="00E9031F">
              <w:t>в</w:t>
            </w:r>
            <w:r w:rsidRPr="00E9031F">
              <w:t>ский гос</w:t>
            </w:r>
            <w:r w:rsidRPr="00E9031F">
              <w:t>у</w:t>
            </w:r>
            <w:r w:rsidRPr="00E9031F">
              <w:t>дарс</w:t>
            </w:r>
            <w:r w:rsidRPr="00E9031F">
              <w:t>т</w:t>
            </w:r>
            <w:r w:rsidRPr="00E9031F">
              <w:t>венный горный униве</w:t>
            </w:r>
            <w:r w:rsidRPr="00E9031F">
              <w:t>р</w:t>
            </w:r>
            <w:r w:rsidRPr="00E9031F">
              <w:t>ситет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2006</w:t>
            </w:r>
          </w:p>
        </w:tc>
        <w:tc>
          <w:tcPr>
            <w:tcW w:w="660" w:type="dxa"/>
          </w:tcPr>
          <w:p w:rsidR="004B3016" w:rsidRPr="00E9031F" w:rsidRDefault="004B3016" w:rsidP="004531D5">
            <w:pPr>
              <w:rPr>
                <w:highlight w:val="yellow"/>
              </w:rPr>
            </w:pPr>
            <w:r w:rsidRPr="00E9031F">
              <w:t>Учеб. п</w:t>
            </w:r>
            <w:r w:rsidRPr="00E9031F">
              <w:t>о</w:t>
            </w:r>
            <w:r w:rsidRPr="00E9031F">
              <w:t>с</w:t>
            </w:r>
            <w:r w:rsidRPr="00E9031F">
              <w:t>о</w:t>
            </w:r>
            <w:r w:rsidRPr="00E9031F">
              <w:t>бие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1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982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6.2.5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Советов Б.Я., Яковлев С.Л.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Моделиров</w:t>
            </w:r>
            <w:r w:rsidRPr="00E9031F">
              <w:t>а</w:t>
            </w:r>
            <w:r w:rsidRPr="00E9031F">
              <w:t>ние систем. Практикум.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М.: Высшая школа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1999</w:t>
            </w:r>
          </w:p>
        </w:tc>
        <w:tc>
          <w:tcPr>
            <w:tcW w:w="660" w:type="dxa"/>
          </w:tcPr>
          <w:p w:rsidR="004B3016" w:rsidRPr="00E9031F" w:rsidRDefault="004B3016" w:rsidP="004531D5">
            <w:pPr>
              <w:rPr>
                <w:highlight w:val="yellow"/>
              </w:rPr>
            </w:pPr>
            <w:r w:rsidRPr="00E9031F">
              <w:t>Учеб. п</w:t>
            </w:r>
            <w:r w:rsidRPr="00E9031F">
              <w:t>о</w:t>
            </w:r>
            <w:r w:rsidRPr="00E9031F">
              <w:t>с</w:t>
            </w:r>
            <w:r w:rsidRPr="00E9031F">
              <w:t>о</w:t>
            </w:r>
            <w:r w:rsidRPr="00E9031F">
              <w:t>бие</w:t>
            </w:r>
          </w:p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20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982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6.2.6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 xml:space="preserve">Сост.: Е.Н.  Чуйкова 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Разработка имитацио</w:t>
            </w:r>
            <w:r w:rsidRPr="00E9031F">
              <w:t>н</w:t>
            </w:r>
            <w:r w:rsidRPr="00E9031F">
              <w:t>ной модели системы ма</w:t>
            </w:r>
            <w:r w:rsidRPr="00E9031F">
              <w:t>с</w:t>
            </w:r>
            <w:r w:rsidRPr="00E9031F">
              <w:t>сового о</w:t>
            </w:r>
            <w:r w:rsidRPr="00E9031F">
              <w:t>б</w:t>
            </w:r>
            <w:r w:rsidRPr="00E9031F">
              <w:t>служивания: Метод. ук</w:t>
            </w:r>
            <w:r w:rsidRPr="00E9031F">
              <w:t>а</w:t>
            </w:r>
            <w:r w:rsidRPr="00E9031F">
              <w:t>зания к лаб</w:t>
            </w:r>
            <w:r w:rsidRPr="00E9031F">
              <w:t>о</w:t>
            </w:r>
            <w:r w:rsidRPr="00E9031F">
              <w:t>раторной р</w:t>
            </w:r>
            <w:r w:rsidRPr="00E9031F">
              <w:t>а</w:t>
            </w:r>
            <w:r w:rsidRPr="00E9031F">
              <w:t>боте по ди</w:t>
            </w:r>
            <w:r w:rsidRPr="00E9031F">
              <w:t>с</w:t>
            </w:r>
            <w:r w:rsidRPr="00E9031F">
              <w:t>циплине «Теория и</w:t>
            </w:r>
            <w:r w:rsidRPr="00E9031F">
              <w:t>н</w:t>
            </w:r>
            <w:r w:rsidRPr="00E9031F">
              <w:t>формацио</w:t>
            </w:r>
            <w:r w:rsidRPr="00E9031F">
              <w:t>н</w:t>
            </w:r>
            <w:r w:rsidRPr="00E9031F">
              <w:t>ных систем»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РГАСХМ, Ро</w:t>
            </w:r>
            <w:r w:rsidRPr="00E9031F">
              <w:t>с</w:t>
            </w:r>
            <w:r w:rsidRPr="00E9031F">
              <w:t>тов н/Д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2003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25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982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6.2.7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Сост.: Е.М. Зубрилина, В.П. Дими</w:t>
            </w:r>
            <w:r w:rsidRPr="00E9031F">
              <w:t>т</w:t>
            </w:r>
            <w:r w:rsidRPr="00E9031F">
              <w:t>ров, А.Г. Па</w:t>
            </w:r>
            <w:r w:rsidRPr="00E9031F">
              <w:t>с</w:t>
            </w:r>
            <w:r w:rsidRPr="00E9031F">
              <w:t>тухов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rPr>
                <w:bCs/>
              </w:rPr>
              <w:t>Моделиров</w:t>
            </w:r>
            <w:r w:rsidRPr="00E9031F">
              <w:rPr>
                <w:bCs/>
              </w:rPr>
              <w:t>а</w:t>
            </w:r>
            <w:r w:rsidRPr="00E9031F">
              <w:rPr>
                <w:bCs/>
              </w:rPr>
              <w:t>ние си</w:t>
            </w:r>
            <w:r w:rsidRPr="00E9031F">
              <w:rPr>
                <w:bCs/>
              </w:rPr>
              <w:t>с</w:t>
            </w:r>
            <w:r w:rsidRPr="00E9031F">
              <w:rPr>
                <w:bCs/>
              </w:rPr>
              <w:t>тем</w:t>
            </w:r>
            <w:r w:rsidRPr="00E9031F">
              <w:t xml:space="preserve"> массового обслужив</w:t>
            </w:r>
            <w:r w:rsidRPr="00E9031F">
              <w:t>а</w:t>
            </w:r>
            <w:r w:rsidRPr="00E9031F">
              <w:t>ния как сл</w:t>
            </w:r>
            <w:r w:rsidRPr="00E9031F">
              <w:t>у</w:t>
            </w:r>
            <w:r w:rsidRPr="00E9031F">
              <w:t>чайных пр</w:t>
            </w:r>
            <w:r w:rsidRPr="00E9031F">
              <w:t>о</w:t>
            </w:r>
            <w:r w:rsidRPr="00E9031F">
              <w:t>цессов : М</w:t>
            </w:r>
            <w:r w:rsidRPr="00E9031F">
              <w:t>е</w:t>
            </w:r>
            <w:r w:rsidRPr="00E9031F">
              <w:t>тод. указ</w:t>
            </w:r>
            <w:r w:rsidRPr="00E9031F">
              <w:t>а</w:t>
            </w:r>
            <w:r w:rsidRPr="00E9031F">
              <w:t>ния к практ. зан</w:t>
            </w:r>
            <w:r w:rsidRPr="00E9031F">
              <w:t>я</w:t>
            </w:r>
            <w:r w:rsidRPr="00E9031F">
              <w:t>тиям по ди</w:t>
            </w:r>
            <w:r w:rsidRPr="00E9031F">
              <w:t>с</w:t>
            </w:r>
            <w:r w:rsidRPr="00E9031F">
              <w:t>циплине "Системный ан</w:t>
            </w:r>
            <w:r w:rsidRPr="00E9031F">
              <w:t>а</w:t>
            </w:r>
            <w:r w:rsidRPr="00E9031F">
              <w:t>лиз"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Ростов н/Д. : ИЦ ДГТУ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2014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5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982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6.2.8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 xml:space="preserve">Сост.: Е.Н. Чуйкова 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Моделиров</w:t>
            </w:r>
            <w:r w:rsidRPr="00E9031F">
              <w:t>а</w:t>
            </w:r>
            <w:r w:rsidRPr="00E9031F">
              <w:t>ние и анализ дискретных систем  с и</w:t>
            </w:r>
            <w:r w:rsidRPr="00E9031F">
              <w:t>с</w:t>
            </w:r>
            <w:r w:rsidRPr="00E9031F">
              <w:t>пользованием программн</w:t>
            </w:r>
            <w:r w:rsidRPr="00E9031F">
              <w:t>о</w:t>
            </w:r>
            <w:r w:rsidRPr="00E9031F">
              <w:t>го пакета GPSS: Метод указания к лаборато</w:t>
            </w:r>
            <w:r w:rsidRPr="00E9031F">
              <w:t>р</w:t>
            </w:r>
            <w:r w:rsidRPr="00E9031F">
              <w:t>ным работам по дисципл</w:t>
            </w:r>
            <w:r w:rsidRPr="00E9031F">
              <w:t>и</w:t>
            </w:r>
            <w:r w:rsidRPr="00E9031F">
              <w:t>не «Теория информац</w:t>
            </w:r>
            <w:r w:rsidRPr="00E9031F">
              <w:t>и</w:t>
            </w:r>
            <w:r w:rsidRPr="00E9031F">
              <w:t>онных си</w:t>
            </w:r>
            <w:r w:rsidRPr="00E9031F">
              <w:t>с</w:t>
            </w:r>
            <w:r w:rsidRPr="00E9031F">
              <w:t>тем»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РГАСХМ ГОУ,  Ростов н/Д.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2007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>
            <w:pPr>
              <w:jc w:val="center"/>
            </w:pPr>
            <w:r w:rsidRPr="00E9031F">
              <w:t>18</w:t>
            </w:r>
          </w:p>
        </w:tc>
        <w:tc>
          <w:tcPr>
            <w:tcW w:w="1080" w:type="dxa"/>
          </w:tcPr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/>
        </w:tc>
      </w:tr>
      <w:tr w:rsidR="004B3016" w:rsidRPr="00E9031F" w:rsidTr="004531D5">
        <w:trPr>
          <w:trHeight w:val="982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6.2.9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Кудрявцев Е.М.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GPSS World. Основы им</w:t>
            </w:r>
            <w:r w:rsidRPr="00E9031F">
              <w:t>и</w:t>
            </w:r>
            <w:r w:rsidRPr="00E9031F">
              <w:t>тационного моделиров</w:t>
            </w:r>
            <w:r w:rsidRPr="00E9031F">
              <w:t>а</w:t>
            </w:r>
            <w:r w:rsidRPr="00E9031F">
              <w:t>ния разли</w:t>
            </w:r>
            <w:r w:rsidRPr="00E9031F">
              <w:t>ч</w:t>
            </w:r>
            <w:r w:rsidRPr="00E9031F">
              <w:t>ных систем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ДМК Пресс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2008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</w:tcPr>
          <w:p w:rsidR="004B3016" w:rsidRPr="00E9031F" w:rsidRDefault="004B3016" w:rsidP="004531D5"/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http://e.lanbook.com/books/element.php?pl1_cid=25&amp;pl1_id=1213</w:t>
            </w:r>
          </w:p>
          <w:p w:rsidR="004B3016" w:rsidRPr="00E9031F" w:rsidRDefault="004B3016" w:rsidP="004531D5"/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944" w:type="dxa"/>
            <w:gridSpan w:val="9"/>
            <w:vAlign w:val="center"/>
          </w:tcPr>
          <w:p w:rsidR="004B3016" w:rsidRPr="00E9031F" w:rsidRDefault="004B3016" w:rsidP="004531D5">
            <w:pPr>
              <w:jc w:val="center"/>
            </w:pPr>
            <w:r w:rsidRPr="00E9031F">
              <w:t>6.3. Периодические издания</w:t>
            </w:r>
          </w:p>
        </w:tc>
      </w:tr>
      <w:tr w:rsidR="004B3016" w:rsidRPr="00E9031F" w:rsidTr="004531D5">
        <w:trPr>
          <w:trHeight w:val="277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6.3.1</w:t>
            </w:r>
          </w:p>
        </w:tc>
        <w:tc>
          <w:tcPr>
            <w:tcW w:w="1735" w:type="dxa"/>
          </w:tcPr>
          <w:p w:rsidR="004B3016" w:rsidRPr="00E9031F" w:rsidRDefault="004B3016" w:rsidP="004531D5"/>
        </w:tc>
        <w:tc>
          <w:tcPr>
            <w:tcW w:w="1673" w:type="dxa"/>
          </w:tcPr>
          <w:p w:rsidR="004B3016" w:rsidRPr="00E9031F" w:rsidRDefault="004B3016" w:rsidP="004531D5">
            <w:r w:rsidRPr="00E9031F">
              <w:t>Информац</w:t>
            </w:r>
            <w:r w:rsidRPr="00E9031F">
              <w:t>и</w:t>
            </w:r>
            <w:r w:rsidRPr="00E9031F">
              <w:t>онные сист</w:t>
            </w:r>
            <w:r w:rsidRPr="00E9031F">
              <w:t>е</w:t>
            </w:r>
            <w:r w:rsidRPr="00E9031F">
              <w:t>мы и</w:t>
            </w:r>
          </w:p>
          <w:p w:rsidR="004B3016" w:rsidRPr="00E9031F" w:rsidRDefault="004B3016" w:rsidP="004531D5">
            <w:r w:rsidRPr="00E9031F">
              <w:t>технологии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Орел: ФГБОУ ВПО «ОГУ им. И.С. Тург</w:t>
            </w:r>
            <w:r w:rsidRPr="00E9031F">
              <w:t>е</w:t>
            </w:r>
            <w:r w:rsidRPr="00E9031F">
              <w:t>нева»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2016</w:t>
            </w:r>
          </w:p>
          <w:p w:rsidR="004B3016" w:rsidRPr="00E9031F" w:rsidRDefault="004B3016" w:rsidP="004531D5">
            <w:r w:rsidRPr="00E9031F">
              <w:t>2015</w:t>
            </w:r>
          </w:p>
        </w:tc>
        <w:tc>
          <w:tcPr>
            <w:tcW w:w="660" w:type="dxa"/>
          </w:tcPr>
          <w:p w:rsidR="004B3016" w:rsidRPr="00E9031F" w:rsidRDefault="004B3016" w:rsidP="004531D5">
            <w:r w:rsidRPr="00E9031F">
              <w:t>П</w:t>
            </w:r>
            <w:r w:rsidRPr="00E9031F">
              <w:t>е</w:t>
            </w:r>
            <w:r w:rsidRPr="00E9031F">
              <w:t>риод</w:t>
            </w:r>
            <w:r w:rsidRPr="00E9031F">
              <w:t>и</w:t>
            </w:r>
            <w:r w:rsidRPr="00E9031F">
              <w:t>ческое</w:t>
            </w:r>
          </w:p>
        </w:tc>
        <w:tc>
          <w:tcPr>
            <w:tcW w:w="900" w:type="dxa"/>
          </w:tcPr>
          <w:p w:rsidR="004B3016" w:rsidRPr="00E9031F" w:rsidRDefault="004B3016" w:rsidP="004531D5"/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http://de.dstu.edu.ru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Доступ по лог</w:t>
            </w:r>
            <w:r w:rsidRPr="00E9031F">
              <w:t>и</w:t>
            </w:r>
            <w:r w:rsidRPr="00E9031F">
              <w:t>ну и п</w:t>
            </w:r>
            <w:r w:rsidRPr="00E9031F">
              <w:t>а</w:t>
            </w:r>
            <w:r w:rsidRPr="00E9031F">
              <w:t>ролю</w:t>
            </w:r>
          </w:p>
        </w:tc>
      </w:tr>
      <w:tr w:rsidR="004B3016" w:rsidRPr="00E9031F" w:rsidTr="004531D5">
        <w:trPr>
          <w:trHeight w:val="291"/>
          <w:jc w:val="center"/>
        </w:trPr>
        <w:tc>
          <w:tcPr>
            <w:tcW w:w="9944" w:type="dxa"/>
            <w:gridSpan w:val="9"/>
          </w:tcPr>
          <w:p w:rsidR="004B3016" w:rsidRPr="00E9031F" w:rsidRDefault="004B3016" w:rsidP="004531D5">
            <w:pPr>
              <w:jc w:val="center"/>
            </w:pPr>
            <w:r w:rsidRPr="00E9031F">
              <w:t>6.4 Программно-информационное обеспечение, ЭБС (в том числе электронные ресурсы св</w:t>
            </w:r>
            <w:r w:rsidRPr="00E9031F">
              <w:t>о</w:t>
            </w:r>
            <w:r w:rsidRPr="00E9031F">
              <w:t>бодного доступа)</w:t>
            </w:r>
          </w:p>
        </w:tc>
      </w:tr>
      <w:tr w:rsidR="004B3016" w:rsidRPr="00E9031F" w:rsidTr="004531D5">
        <w:trPr>
          <w:trHeight w:val="291"/>
          <w:jc w:val="center"/>
        </w:trPr>
        <w:tc>
          <w:tcPr>
            <w:tcW w:w="900" w:type="dxa"/>
          </w:tcPr>
          <w:p w:rsidR="004B3016" w:rsidRPr="00E9031F" w:rsidRDefault="004B3016" w:rsidP="004531D5">
            <w:r w:rsidRPr="00E9031F">
              <w:t>6.</w:t>
            </w:r>
            <w:r>
              <w:t>4</w:t>
            </w:r>
            <w:r w:rsidRPr="00E9031F">
              <w:t>.1</w:t>
            </w:r>
          </w:p>
        </w:tc>
        <w:tc>
          <w:tcPr>
            <w:tcW w:w="1735" w:type="dxa"/>
          </w:tcPr>
          <w:p w:rsidR="004B3016" w:rsidRPr="00E9031F" w:rsidRDefault="004B3016" w:rsidP="004531D5">
            <w:r w:rsidRPr="00E9031F">
              <w:t>Чернышов В.Н., Черн</w:t>
            </w:r>
            <w:r w:rsidRPr="00E9031F">
              <w:t>ы</w:t>
            </w:r>
            <w:r w:rsidRPr="00E9031F">
              <w:t>шов А.В.</w:t>
            </w:r>
          </w:p>
        </w:tc>
        <w:tc>
          <w:tcPr>
            <w:tcW w:w="1673" w:type="dxa"/>
          </w:tcPr>
          <w:p w:rsidR="004B3016" w:rsidRPr="00E9031F" w:rsidRDefault="004B3016" w:rsidP="004531D5">
            <w:r w:rsidRPr="00E9031F">
              <w:t>Теория си</w:t>
            </w:r>
            <w:r w:rsidRPr="00E9031F">
              <w:t>с</w:t>
            </w:r>
            <w:r w:rsidRPr="00E9031F">
              <w:t>тем и систе</w:t>
            </w:r>
            <w:r w:rsidRPr="00E9031F">
              <w:t>м</w:t>
            </w:r>
            <w:r w:rsidRPr="00E9031F">
              <w:t>ный анализ</w:t>
            </w:r>
          </w:p>
        </w:tc>
        <w:tc>
          <w:tcPr>
            <w:tcW w:w="1090" w:type="dxa"/>
          </w:tcPr>
          <w:p w:rsidR="004B3016" w:rsidRPr="00E9031F" w:rsidRDefault="004B3016" w:rsidP="004531D5">
            <w:r w:rsidRPr="00E9031F">
              <w:t>Тамбов: Изд-во Тамб. гос. техн. ун-та</w:t>
            </w:r>
          </w:p>
        </w:tc>
        <w:tc>
          <w:tcPr>
            <w:tcW w:w="770" w:type="dxa"/>
          </w:tcPr>
          <w:p w:rsidR="004B3016" w:rsidRPr="00E9031F" w:rsidRDefault="004B3016" w:rsidP="004531D5">
            <w:r w:rsidRPr="00E9031F">
              <w:t>2008</w:t>
            </w:r>
          </w:p>
        </w:tc>
        <w:tc>
          <w:tcPr>
            <w:tcW w:w="660" w:type="dxa"/>
          </w:tcPr>
          <w:p w:rsidR="004B3016" w:rsidRPr="00E9031F" w:rsidRDefault="004B3016" w:rsidP="004531D5"/>
        </w:tc>
        <w:tc>
          <w:tcPr>
            <w:tcW w:w="900" w:type="dxa"/>
            <w:vAlign w:val="center"/>
          </w:tcPr>
          <w:p w:rsidR="004B3016" w:rsidRPr="00E9031F" w:rsidRDefault="004B3016" w:rsidP="004531D5"/>
        </w:tc>
        <w:tc>
          <w:tcPr>
            <w:tcW w:w="1080" w:type="dxa"/>
          </w:tcPr>
          <w:p w:rsidR="004B3016" w:rsidRPr="00E9031F" w:rsidRDefault="004B3016" w:rsidP="004531D5">
            <w:r w:rsidRPr="00E9031F">
              <w:t>http://window.edu.ru/resource/188/64188</w:t>
            </w:r>
          </w:p>
        </w:tc>
        <w:tc>
          <w:tcPr>
            <w:tcW w:w="1136" w:type="dxa"/>
          </w:tcPr>
          <w:p w:rsidR="004B3016" w:rsidRPr="00E9031F" w:rsidRDefault="004B3016" w:rsidP="004531D5">
            <w:r w:rsidRPr="00E9031F">
              <w:t>Свобо</w:t>
            </w:r>
            <w:r w:rsidRPr="00E9031F">
              <w:t>д</w:t>
            </w:r>
            <w:r w:rsidRPr="00E9031F">
              <w:t>ный доступ</w:t>
            </w:r>
          </w:p>
        </w:tc>
      </w:tr>
    </w:tbl>
    <w:p w:rsidR="004B3016" w:rsidRDefault="004B3016"/>
    <w:sectPr w:rsidR="004B3016" w:rsidSect="00660B6B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016" w:rsidRDefault="004B3016" w:rsidP="00660B6B">
      <w:r>
        <w:separator/>
      </w:r>
    </w:p>
  </w:endnote>
  <w:endnote w:type="continuationSeparator" w:id="0">
    <w:p w:rsidR="004B3016" w:rsidRDefault="004B3016" w:rsidP="00660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016" w:rsidRDefault="004B3016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4B3016" w:rsidRDefault="004B30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016" w:rsidRDefault="004B3016" w:rsidP="00660B6B">
      <w:r>
        <w:separator/>
      </w:r>
    </w:p>
  </w:footnote>
  <w:footnote w:type="continuationSeparator" w:id="0">
    <w:p w:rsidR="004B3016" w:rsidRDefault="004B3016" w:rsidP="00660B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B6B"/>
    <w:rsid w:val="00020509"/>
    <w:rsid w:val="00076652"/>
    <w:rsid w:val="00290707"/>
    <w:rsid w:val="002A14BE"/>
    <w:rsid w:val="00305D1C"/>
    <w:rsid w:val="003F3EB1"/>
    <w:rsid w:val="00443217"/>
    <w:rsid w:val="004531D5"/>
    <w:rsid w:val="004A0354"/>
    <w:rsid w:val="004B3016"/>
    <w:rsid w:val="00660B6B"/>
    <w:rsid w:val="006D2567"/>
    <w:rsid w:val="007A745D"/>
    <w:rsid w:val="00A678EF"/>
    <w:rsid w:val="00B24348"/>
    <w:rsid w:val="00B51DBB"/>
    <w:rsid w:val="00CC28AD"/>
    <w:rsid w:val="00E51416"/>
    <w:rsid w:val="00E9031F"/>
    <w:rsid w:val="00ED5387"/>
    <w:rsid w:val="00F11F22"/>
    <w:rsid w:val="00F65A04"/>
    <w:rsid w:val="00F960BA"/>
    <w:rsid w:val="00FB5E62"/>
    <w:rsid w:val="00FE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B6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0B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0B6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60B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0B6B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1"/>
    <w:uiPriority w:val="99"/>
    <w:semiHidden/>
    <w:rsid w:val="00443217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E486C"/>
    <w:rPr>
      <w:rFonts w:ascii="Times New Roman" w:hAnsi="Times New Roman" w:cs="Times New Roman"/>
      <w:sz w:val="20"/>
      <w:szCs w:val="20"/>
    </w:rPr>
  </w:style>
  <w:style w:type="paragraph" w:customStyle="1" w:styleId="a">
    <w:name w:val="Стиль"/>
    <w:uiPriority w:val="99"/>
    <w:rsid w:val="004432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4432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FootnoteTextChar1">
    <w:name w:val="Footnote Text Char1"/>
    <w:link w:val="FootnoteText"/>
    <w:uiPriority w:val="99"/>
    <w:semiHidden/>
    <w:locked/>
    <w:rsid w:val="00443217"/>
    <w:rPr>
      <w:rFonts w:eastAsia="Times New Roman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443217"/>
    <w:rPr>
      <w:rFonts w:cs="Times New Roman"/>
      <w:b/>
      <w:color w:val="FF0000"/>
    </w:rPr>
  </w:style>
  <w:style w:type="paragraph" w:styleId="NormalWeb">
    <w:name w:val="Normal (Web)"/>
    <w:basedOn w:val="Normal"/>
    <w:uiPriority w:val="99"/>
    <w:rsid w:val="0044321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475</Words>
  <Characters>2712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информационных ресурсов</dc:title>
  <dc:subject/>
  <dc:creator>Цветкова Ольга Леонидовна</dc:creator>
  <cp:keywords/>
  <dc:description/>
  <cp:lastModifiedBy>Елена</cp:lastModifiedBy>
  <cp:revision>2</cp:revision>
  <dcterms:created xsi:type="dcterms:W3CDTF">2017-10-05T19:49:00Z</dcterms:created>
  <dcterms:modified xsi:type="dcterms:W3CDTF">2017-10-05T19:49:00Z</dcterms:modified>
</cp:coreProperties>
</file>